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383CD55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3B6EF4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080C6644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901207">
        <w:rPr>
          <w:b/>
          <w:bCs/>
          <w:sz w:val="24"/>
          <w:szCs w:val="24"/>
        </w:rPr>
        <w:t>3</w:t>
      </w:r>
      <w:r w:rsidR="003C66F9">
        <w:rPr>
          <w:b/>
          <w:bCs/>
          <w:sz w:val="24"/>
          <w:szCs w:val="24"/>
        </w:rPr>
        <w:t>1</w:t>
      </w:r>
      <w:r w:rsidR="00A27C60" w:rsidRPr="00E55484">
        <w:rPr>
          <w:b/>
          <w:bCs/>
          <w:sz w:val="24"/>
          <w:szCs w:val="24"/>
        </w:rPr>
        <w:t>.202</w:t>
      </w:r>
      <w:r w:rsidR="00A92865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A92865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1EE90837" w14:textId="40D39A73" w:rsidR="00490434" w:rsidRPr="00490434" w:rsidRDefault="00490434" w:rsidP="00490434">
      <w:pPr>
        <w:spacing w:before="120" w:after="120"/>
        <w:ind w:left="-425"/>
        <w:jc w:val="center"/>
        <w:rPr>
          <w:b/>
          <w:bCs/>
          <w:sz w:val="24"/>
        </w:rPr>
      </w:pPr>
      <w:r w:rsidRPr="00490434">
        <w:rPr>
          <w:b/>
          <w:bCs/>
          <w:sz w:val="24"/>
        </w:rPr>
        <w:t>Modernizacja kompleksu sportowego "Moje Boisko - Orlik 2012" w Brześciu Kujawskim</w:t>
      </w:r>
    </w:p>
    <w:p w14:paraId="640C4635" w14:textId="13A6EAA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958C" w14:textId="77777777" w:rsidR="00FC56E2" w:rsidRDefault="00FC56E2">
      <w:r>
        <w:separator/>
      </w:r>
    </w:p>
  </w:endnote>
  <w:endnote w:type="continuationSeparator" w:id="0">
    <w:p w14:paraId="32661BC2" w14:textId="77777777" w:rsidR="00FC56E2" w:rsidRDefault="00FC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2938B" w14:textId="77777777" w:rsidR="00FC56E2" w:rsidRDefault="00FC56E2">
      <w:r>
        <w:separator/>
      </w:r>
    </w:p>
  </w:footnote>
  <w:footnote w:type="continuationSeparator" w:id="0">
    <w:p w14:paraId="7EAAD66E" w14:textId="77777777" w:rsidR="00FC56E2" w:rsidRDefault="00FC5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57C59"/>
    <w:rsid w:val="0012229F"/>
    <w:rsid w:val="00123B9A"/>
    <w:rsid w:val="001D49D0"/>
    <w:rsid w:val="00202F33"/>
    <w:rsid w:val="002764CF"/>
    <w:rsid w:val="002C6B8F"/>
    <w:rsid w:val="002E4CF9"/>
    <w:rsid w:val="0031485A"/>
    <w:rsid w:val="00324AE5"/>
    <w:rsid w:val="00330D7B"/>
    <w:rsid w:val="00376E41"/>
    <w:rsid w:val="003B6EF4"/>
    <w:rsid w:val="003C66F9"/>
    <w:rsid w:val="003D633B"/>
    <w:rsid w:val="00415E84"/>
    <w:rsid w:val="0042237B"/>
    <w:rsid w:val="00425DD9"/>
    <w:rsid w:val="00490434"/>
    <w:rsid w:val="004F3E55"/>
    <w:rsid w:val="004F6E29"/>
    <w:rsid w:val="00522FEB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1FBF"/>
    <w:rsid w:val="006F39F4"/>
    <w:rsid w:val="007066B5"/>
    <w:rsid w:val="0073079E"/>
    <w:rsid w:val="00732619"/>
    <w:rsid w:val="00753EB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1207"/>
    <w:rsid w:val="009049F3"/>
    <w:rsid w:val="00934E62"/>
    <w:rsid w:val="00942517"/>
    <w:rsid w:val="0094416C"/>
    <w:rsid w:val="00A12425"/>
    <w:rsid w:val="00A27C60"/>
    <w:rsid w:val="00A43C8C"/>
    <w:rsid w:val="00A85506"/>
    <w:rsid w:val="00A92865"/>
    <w:rsid w:val="00AA72E4"/>
    <w:rsid w:val="00AB3F57"/>
    <w:rsid w:val="00AF2D57"/>
    <w:rsid w:val="00B055F8"/>
    <w:rsid w:val="00B44496"/>
    <w:rsid w:val="00BB17F1"/>
    <w:rsid w:val="00BC6655"/>
    <w:rsid w:val="00BD31FA"/>
    <w:rsid w:val="00C359FD"/>
    <w:rsid w:val="00D25B2A"/>
    <w:rsid w:val="00D326FE"/>
    <w:rsid w:val="00D750E2"/>
    <w:rsid w:val="00D84F72"/>
    <w:rsid w:val="00DA0694"/>
    <w:rsid w:val="00DF63F1"/>
    <w:rsid w:val="00E055EA"/>
    <w:rsid w:val="00E448BD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56E2"/>
    <w:rsid w:val="00FC5889"/>
    <w:rsid w:val="00FC6635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31</cp:revision>
  <cp:lastPrinted>2021-05-11T13:52:00Z</cp:lastPrinted>
  <dcterms:created xsi:type="dcterms:W3CDTF">2021-05-17T12:20:00Z</dcterms:created>
  <dcterms:modified xsi:type="dcterms:W3CDTF">2025-09-15T06:18:00Z</dcterms:modified>
</cp:coreProperties>
</file>